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085"/>
        <w:gridCol w:w="2705"/>
        <w:gridCol w:w="5683"/>
      </w:tblGrid>
      <w:tr w:rsidR="00AF7402" w:rsidRPr="008C289D">
        <w:trPr>
          <w:trHeight w:val="360"/>
        </w:trPr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/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Pr="008C289D" w:rsidRDefault="00AF7402" w:rsidP="000C5D3F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AF7402" w:rsidRPr="008C289D">
        <w:trPr>
          <w:trHeight w:val="360"/>
        </w:trPr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/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 w:rsidP="000C5D3F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Собрания депутатов Ковалевского сельского поселения от 26.12.2013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AF7402" w:rsidRPr="008C289D">
        <w:trPr>
          <w:trHeight w:val="360"/>
        </w:trPr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/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 w:rsidP="000C5D3F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бюджете Ковалевского сельского  поселения Красносулинского района на 2014 год</w:t>
            </w:r>
          </w:p>
        </w:tc>
      </w:tr>
      <w:tr w:rsidR="00AF7402" w:rsidRPr="008C289D">
        <w:trPr>
          <w:trHeight w:val="360"/>
        </w:trPr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/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 w:rsidP="000C5D3F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на плановый период 2015 и 2016 годов»</w:t>
            </w:r>
          </w:p>
        </w:tc>
      </w:tr>
      <w:tr w:rsidR="00AF7402" w:rsidRPr="008C289D">
        <w:trPr>
          <w:trHeight w:val="360"/>
        </w:trPr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/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Default="00AF7402" w:rsidP="000C5D3F">
            <w:pPr>
              <w:jc w:val="right"/>
            </w:pPr>
          </w:p>
        </w:tc>
      </w:tr>
      <w:tr w:rsidR="00AF7402" w:rsidRPr="008C289D">
        <w:trPr>
          <w:trHeight w:val="360"/>
        </w:trPr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/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Default="00AF7402">
            <w:pPr>
              <w:jc w:val="center"/>
            </w:pPr>
          </w:p>
        </w:tc>
      </w:tr>
      <w:tr w:rsidR="00AF7402" w:rsidRPr="008C289D">
        <w:trPr>
          <w:trHeight w:val="360"/>
        </w:trPr>
        <w:tc>
          <w:tcPr>
            <w:tcW w:w="9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</w:t>
            </w:r>
          </w:p>
        </w:tc>
      </w:tr>
      <w:tr w:rsidR="00AF7402" w:rsidRPr="008C289D">
        <w:trPr>
          <w:trHeight w:val="360"/>
        </w:trPr>
        <w:tc>
          <w:tcPr>
            <w:tcW w:w="9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дефицита бюджета поселения</w:t>
            </w:r>
          </w:p>
        </w:tc>
      </w:tr>
      <w:tr w:rsidR="00AF7402" w:rsidRPr="008C289D">
        <w:trPr>
          <w:trHeight w:val="360"/>
        </w:trPr>
        <w:tc>
          <w:tcPr>
            <w:tcW w:w="9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</w:tr>
      <w:tr w:rsidR="00AF7402" w:rsidRPr="008C289D">
        <w:trPr>
          <w:trHeight w:val="360"/>
        </w:trPr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ind w:left="-218"/>
              <w:jc w:val="center"/>
            </w:pP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</w:tr>
      <w:tr w:rsidR="00AF7402" w:rsidRPr="008C289D">
        <w:trPr>
          <w:trHeight w:val="360"/>
        </w:trPr>
        <w:tc>
          <w:tcPr>
            <w:tcW w:w="37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главного администратора источников  финансирования дефицита бюджета поселения</w:t>
            </w:r>
          </w:p>
        </w:tc>
      </w:tr>
      <w:tr w:rsidR="00AF7402" w:rsidRPr="008C289D">
        <w:trPr>
          <w:trHeight w:val="509"/>
        </w:trPr>
        <w:tc>
          <w:tcPr>
            <w:tcW w:w="37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  <w:tc>
          <w:tcPr>
            <w:tcW w:w="5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</w:tr>
      <w:tr w:rsidR="00AF7402" w:rsidRPr="008C289D">
        <w:trPr>
          <w:trHeight w:val="360"/>
        </w:trPr>
        <w:tc>
          <w:tcPr>
            <w:tcW w:w="108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глав-ного адми-нист-ратора</w:t>
            </w:r>
          </w:p>
        </w:tc>
        <w:tc>
          <w:tcPr>
            <w:tcW w:w="270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источников финансирования дефицита бюджета поселения</w:t>
            </w:r>
          </w:p>
        </w:tc>
        <w:tc>
          <w:tcPr>
            <w:tcW w:w="5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Pr="008C289D" w:rsidRDefault="00AF7402">
            <w:pPr>
              <w:spacing w:after="200" w:line="276" w:lineRule="auto"/>
            </w:pPr>
          </w:p>
        </w:tc>
      </w:tr>
      <w:tr w:rsidR="00AF7402" w:rsidRPr="008C289D">
        <w:trPr>
          <w:trHeight w:val="509"/>
        </w:trPr>
        <w:tc>
          <w:tcPr>
            <w:tcW w:w="1085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  <w:tc>
          <w:tcPr>
            <w:tcW w:w="2705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  <w:tc>
          <w:tcPr>
            <w:tcW w:w="5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</w:tr>
      <w:tr w:rsidR="00AF7402" w:rsidRPr="008C289D">
        <w:trPr>
          <w:trHeight w:val="509"/>
        </w:trPr>
        <w:tc>
          <w:tcPr>
            <w:tcW w:w="1085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  <w:tc>
          <w:tcPr>
            <w:tcW w:w="2705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  <w:tc>
          <w:tcPr>
            <w:tcW w:w="5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</w:tr>
    </w:tbl>
    <w:p w:rsidR="00AF7402" w:rsidRDefault="00AF7402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039"/>
        <w:gridCol w:w="2708"/>
        <w:gridCol w:w="5726"/>
      </w:tblGrid>
      <w:tr w:rsidR="00AF7402" w:rsidRPr="008C289D">
        <w:trPr>
          <w:trHeight w:val="36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F7402" w:rsidRPr="008C289D">
        <w:trPr>
          <w:trHeight w:val="360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Default="00AF7402">
            <w:pPr>
              <w:jc w:val="center"/>
            </w:pPr>
          </w:p>
        </w:tc>
        <w:tc>
          <w:tcPr>
            <w:tcW w:w="5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Ковалевского сельского поселения</w:t>
            </w:r>
          </w:p>
        </w:tc>
      </w:tr>
      <w:tr w:rsidR="00AF7402" w:rsidRPr="008C289D">
        <w:trPr>
          <w:trHeight w:val="360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01 05 02 01 10 0000 510</w:t>
            </w:r>
          </w:p>
        </w:tc>
        <w:tc>
          <w:tcPr>
            <w:tcW w:w="5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</w:tr>
      <w:tr w:rsidR="00AF7402" w:rsidRPr="008C289D">
        <w:trPr>
          <w:trHeight w:val="360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01 05 02 01 10 0000 610</w:t>
            </w:r>
          </w:p>
        </w:tc>
        <w:tc>
          <w:tcPr>
            <w:tcW w:w="5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AF7402" w:rsidRDefault="00AF7402">
      <w:pPr>
        <w:rPr>
          <w:rFonts w:ascii="Times New Roman" w:hAnsi="Times New Roman" w:cs="Times New Roman"/>
          <w:sz w:val="24"/>
          <w:szCs w:val="24"/>
        </w:rPr>
      </w:pPr>
    </w:p>
    <w:p w:rsidR="00AF7402" w:rsidRDefault="00AF7402">
      <w:pPr>
        <w:rPr>
          <w:rFonts w:ascii="Times New Roman" w:hAnsi="Times New Roman" w:cs="Times New Roman"/>
          <w:sz w:val="24"/>
          <w:szCs w:val="24"/>
        </w:rPr>
      </w:pPr>
    </w:p>
    <w:p w:rsidR="00AF7402" w:rsidRDefault="00AF7402">
      <w:pPr>
        <w:rPr>
          <w:rFonts w:ascii="Times New Roman" w:hAnsi="Times New Roman" w:cs="Times New Roman"/>
          <w:sz w:val="24"/>
          <w:szCs w:val="24"/>
        </w:rPr>
      </w:pPr>
    </w:p>
    <w:p w:rsidR="00AF7402" w:rsidRDefault="00AF7402">
      <w:pPr>
        <w:rPr>
          <w:rFonts w:ascii="Times New Roman" w:hAnsi="Times New Roman" w:cs="Times New Roman"/>
          <w:sz w:val="24"/>
          <w:szCs w:val="24"/>
        </w:rPr>
      </w:pPr>
    </w:p>
    <w:sectPr w:rsidR="00AF7402" w:rsidSect="00240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59A"/>
    <w:rsid w:val="0001359A"/>
    <w:rsid w:val="00064F83"/>
    <w:rsid w:val="000C5D3F"/>
    <w:rsid w:val="00240EC8"/>
    <w:rsid w:val="003A70A1"/>
    <w:rsid w:val="00617932"/>
    <w:rsid w:val="008C289D"/>
    <w:rsid w:val="00922D6E"/>
    <w:rsid w:val="00AF7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932"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121</Words>
  <Characters>691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2013-11-03T13:11:00Z</cp:lastPrinted>
  <dcterms:created xsi:type="dcterms:W3CDTF">2013-11-03T13:11:00Z</dcterms:created>
  <dcterms:modified xsi:type="dcterms:W3CDTF">2013-12-19T08:12:00Z</dcterms:modified>
</cp:coreProperties>
</file>